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4833" w14:textId="4A9FC8F1" w:rsidR="008E0E05" w:rsidRDefault="00E315B6">
      <w:pPr>
        <w:ind w:firstLine="24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EDAEB3" wp14:editId="5353F646">
                <wp:simplePos x="0" y="0"/>
                <wp:positionH relativeFrom="column">
                  <wp:posOffset>50163</wp:posOffset>
                </wp:positionH>
                <wp:positionV relativeFrom="paragraph">
                  <wp:posOffset>-283848</wp:posOffset>
                </wp:positionV>
                <wp:extent cx="1170944" cy="504821"/>
                <wp:effectExtent l="0" t="0" r="0" b="0"/>
                <wp:wrapSquare wrapText="bothSides"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944" cy="504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C6F9F2B" w14:textId="77777777" w:rsidR="008E0E05" w:rsidRDefault="00E315B6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2-1-1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EDAEB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.95pt;margin-top:-22.35pt;width:92.2pt;height:39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" stroked="f">
                <v:textbox>
                  <w:txbxContent>
                    <w:p w14:paraId="5C6F9F2B" w14:textId="77777777" w:rsidR="008E0E05" w:rsidRDefault="00E315B6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2-1-1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BAED3" wp14:editId="5C0EB4DC">
                <wp:simplePos x="0" y="0"/>
                <wp:positionH relativeFrom="column">
                  <wp:posOffset>50163</wp:posOffset>
                </wp:positionH>
                <wp:positionV relativeFrom="paragraph">
                  <wp:posOffset>-283848</wp:posOffset>
                </wp:positionV>
                <wp:extent cx="1170944" cy="504821"/>
                <wp:effectExtent l="0" t="0" r="0" b="0"/>
                <wp:wrapSquare wrapText="bothSides"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944" cy="504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D5D5E9C" w14:textId="77777777" w:rsidR="008E0E05" w:rsidRDefault="00E315B6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2-1-1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BAED3" id="_x0000_s1027" type="#_x0000_t202" style="position:absolute;left:0;text-align:left;margin-left:3.95pt;margin-top:-22.35pt;width:92.2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" stroked="f">
                <v:textbox>
                  <w:txbxContent>
                    <w:p w14:paraId="6D5D5E9C" w14:textId="77777777" w:rsidR="008E0E05" w:rsidRDefault="00E315B6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2-1-1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  <w:t>長庚科技大學一般課程外審教師申請表</w:t>
      </w:r>
      <w:r>
        <w:rPr>
          <w:rFonts w:ascii="標楷體" w:eastAsia="標楷體" w:hAnsi="標楷體"/>
          <w:color w:val="000000"/>
          <w:szCs w:val="24"/>
        </w:rPr>
        <w:t xml:space="preserve">                   </w:t>
      </w:r>
      <w:r>
        <w:rPr>
          <w:rFonts w:ascii="標楷體" w:eastAsia="標楷體" w:hAnsi="標楷體" w:cs="新細明體"/>
          <w:color w:val="000000"/>
          <w:kern w:val="0"/>
          <w:sz w:val="18"/>
          <w:szCs w:val="18"/>
        </w:rPr>
        <w:t>11</w:t>
      </w:r>
      <w:r w:rsidR="002423C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3</w:t>
      </w:r>
      <w:r>
        <w:rPr>
          <w:rFonts w:ascii="標楷體" w:eastAsia="標楷體" w:hAnsi="標楷體" w:cs="新細明體"/>
          <w:color w:val="000000"/>
          <w:kern w:val="0"/>
          <w:sz w:val="18"/>
          <w:szCs w:val="18"/>
        </w:rPr>
        <w:t>.0</w:t>
      </w:r>
      <w:r w:rsidR="002423C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9</w:t>
      </w:r>
      <w:r>
        <w:rPr>
          <w:rFonts w:ascii="標楷體" w:eastAsia="標楷體" w:hAnsi="標楷體" w:cs="新細明體"/>
          <w:color w:val="000000"/>
          <w:kern w:val="0"/>
          <w:sz w:val="18"/>
          <w:szCs w:val="18"/>
        </w:rPr>
        <w:t>.</w:t>
      </w:r>
      <w:r w:rsidR="002423C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04</w:t>
      </w:r>
      <w:r>
        <w:rPr>
          <w:rFonts w:ascii="標楷體" w:eastAsia="標楷體" w:hAnsi="標楷體" w:cs="新細明體"/>
          <w:color w:val="000000"/>
          <w:kern w:val="0"/>
          <w:sz w:val="18"/>
          <w:szCs w:val="18"/>
        </w:rPr>
        <w:t>修訂</w:t>
      </w:r>
    </w:p>
    <w:p w14:paraId="5E11A0E5" w14:textId="77777777" w:rsidR="008E0E05" w:rsidRDefault="008E0E05">
      <w:pPr>
        <w:widowControl/>
        <w:spacing w:line="400" w:lineRule="exact"/>
        <w:jc w:val="center"/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</w:pPr>
    </w:p>
    <w:p w14:paraId="65565F42" w14:textId="77777777" w:rsidR="008E0E05" w:rsidRDefault="00E315B6">
      <w:pPr>
        <w:widowControl/>
        <w:spacing w:line="400" w:lineRule="exact"/>
        <w:ind w:left="390" w:hanging="390"/>
      </w:pP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申請教學單位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: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               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課程預</w:t>
      </w:r>
      <w:r>
        <w:rPr>
          <w:rFonts w:ascii="標楷體" w:eastAsia="標楷體" w:hAnsi="標楷體" w:cs="新細明體"/>
          <w:b/>
          <w:kern w:val="0"/>
          <w:sz w:val="26"/>
          <w:szCs w:val="26"/>
        </w:rPr>
        <w:t>定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開設學期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 xml:space="preserve">: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>年度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>學期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部門代號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 xml:space="preserve">: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       </w:t>
      </w:r>
    </w:p>
    <w:p w14:paraId="3D9160A9" w14:textId="77777777" w:rsidR="008E0E05" w:rsidRDefault="00E315B6">
      <w:pPr>
        <w:widowControl/>
        <w:spacing w:line="400" w:lineRule="exact"/>
        <w:ind w:left="420" w:hanging="420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 xml:space="preserve">    </w:t>
      </w:r>
    </w:p>
    <w:p w14:paraId="0D360CA3" w14:textId="77777777" w:rsidR="008E0E05" w:rsidRDefault="00E315B6">
      <w:pPr>
        <w:widowControl/>
        <w:spacing w:line="400" w:lineRule="exact"/>
        <w:ind w:left="390" w:hanging="390"/>
      </w:pP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申請教師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(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請簽名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):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     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 xml:space="preserve">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聯絡電話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: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   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 xml:space="preserve">  E-mail: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              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申請時間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</w:rPr>
        <w:t>: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>年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>月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 xml:space="preserve">  </w:t>
      </w:r>
      <w:r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  <w:t>日</w:t>
      </w:r>
    </w:p>
    <w:tbl>
      <w:tblPr>
        <w:tblW w:w="146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053"/>
        <w:gridCol w:w="850"/>
        <w:gridCol w:w="1418"/>
        <w:gridCol w:w="2864"/>
        <w:gridCol w:w="1417"/>
        <w:gridCol w:w="4638"/>
        <w:gridCol w:w="939"/>
      </w:tblGrid>
      <w:tr w:rsidR="008E0E05" w14:paraId="7028C752" w14:textId="77777777" w:rsidTr="003C046C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8980" w14:textId="77777777" w:rsidR="008E0E05" w:rsidRDefault="00E315B6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課程屬性</w:t>
            </w:r>
          </w:p>
          <w:p w14:paraId="369AEDDC" w14:textId="77777777" w:rsidR="008E0E05" w:rsidRDefault="00E315B6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請依屬性勾選</w:t>
            </w:r>
            <w:r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3DC39" w14:textId="77777777" w:rsidR="008E0E05" w:rsidRDefault="00E315B6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授課教師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4659A" w14:textId="77777777" w:rsidR="008E0E05" w:rsidRDefault="00E315B6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送審查課程名稱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A9831" w14:textId="77777777" w:rsidR="008E0E05" w:rsidRDefault="00E315B6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學分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/</w:t>
            </w:r>
          </w:p>
          <w:p w14:paraId="3BAD6213" w14:textId="77777777" w:rsidR="008E0E05" w:rsidRDefault="00E315B6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學時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83751" w14:textId="77777777" w:rsidR="008E0E05" w:rsidRDefault="00E315B6">
            <w:pPr>
              <w:widowControl/>
              <w:spacing w:line="300" w:lineRule="exact"/>
              <w:jc w:val="center"/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4"/>
              </w:rPr>
              <w:t>教學規範、大綱資料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ECBAF" w14:textId="77777777" w:rsidR="008E0E05" w:rsidRDefault="00E315B6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備註</w:t>
            </w:r>
          </w:p>
        </w:tc>
      </w:tr>
      <w:tr w:rsidR="00E51002" w14:paraId="6378DECD" w14:textId="77777777" w:rsidTr="003C046C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ACC6E" w14:textId="30A7001D" w:rsidR="00E51002" w:rsidRPr="001913D8" w:rsidRDefault="00E51002" w:rsidP="001913D8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spacing w:line="32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913D8">
              <w:rPr>
                <w:rFonts w:ascii="標楷體" w:eastAsia="標楷體" w:hAnsi="標楷體" w:cs="新細明體"/>
                <w:kern w:val="0"/>
                <w:szCs w:val="24"/>
              </w:rPr>
              <w:t>既有課程</w:t>
            </w:r>
          </w:p>
          <w:p w14:paraId="68A18966" w14:textId="77777777" w:rsidR="00E51002" w:rsidRPr="001913D8" w:rsidRDefault="00E51002" w:rsidP="001913D8">
            <w:pPr>
              <w:widowControl/>
              <w:numPr>
                <w:ilvl w:val="0"/>
                <w:numId w:val="1"/>
              </w:numPr>
              <w:tabs>
                <w:tab w:val="left" w:pos="360"/>
              </w:tabs>
              <w:spacing w:line="32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913D8">
              <w:rPr>
                <w:rFonts w:ascii="標楷體" w:eastAsia="標楷體" w:hAnsi="標楷體" w:cs="新細明體"/>
                <w:kern w:val="0"/>
                <w:szCs w:val="24"/>
              </w:rPr>
              <w:t>新增課程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10E69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8B64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A4C79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4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4B34D" w14:textId="77777777" w:rsidR="00E51002" w:rsidRPr="001913D8" w:rsidRDefault="00E51002" w:rsidP="001913D8">
            <w:pPr>
              <w:spacing w:line="320" w:lineRule="exact"/>
              <w:ind w:left="280" w:hanging="280"/>
              <w:rPr>
                <w:rFonts w:ascii="標楷體" w:eastAsia="標楷體" w:hAnsi="標楷體"/>
                <w:color w:val="000000"/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1.檢附教學規範、教學大綱、增修課程說明書。</w:t>
            </w:r>
          </w:p>
          <w:p w14:paraId="468F2F78" w14:textId="77777777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2.已完成下列事項:</w:t>
            </w:r>
          </w:p>
          <w:p w14:paraId="7E1CE5A8" w14:textId="20CC9479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(1)說明教學目標。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(若為跨域微課程、創新</w:t>
            </w:r>
            <w:r w:rsidR="003C046C"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(創業)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教學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類型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、S</w:t>
            </w:r>
            <w:r w:rsidRPr="001913D8">
              <w:rPr>
                <w:rFonts w:ascii="標楷體" w:eastAsia="標楷體" w:hAnsi="標楷體"/>
                <w:color w:val="767171"/>
                <w:szCs w:val="24"/>
                <w:highlight w:val="cyan"/>
              </w:rPr>
              <w:t>DG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s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類型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、S</w:t>
            </w:r>
            <w:r w:rsidRPr="001913D8">
              <w:rPr>
                <w:rFonts w:ascii="標楷體" w:eastAsia="標楷體" w:hAnsi="標楷體"/>
                <w:color w:val="767171"/>
                <w:szCs w:val="24"/>
                <w:highlight w:val="cyan"/>
              </w:rPr>
              <w:t>TEM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類型</w:t>
            </w:r>
            <w:r w:rsidR="003C046C"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、學程所屬課程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或其他-</w:t>
            </w:r>
            <w:r w:rsidR="003C046C"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校級發展課程，</w:t>
            </w:r>
            <w:r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請</w:t>
            </w:r>
            <w:r w:rsidR="003C046C" w:rsidRPr="001913D8">
              <w:rPr>
                <w:rFonts w:ascii="標楷體" w:eastAsia="標楷體" w:hAnsi="標楷體" w:hint="eastAsia"/>
                <w:color w:val="767171"/>
                <w:szCs w:val="24"/>
                <w:highlight w:val="cyan"/>
              </w:rPr>
              <w:t>於送審資料說明對應之教學目標與能力培育關聯內容)。</w:t>
            </w:r>
          </w:p>
          <w:p w14:paraId="35A36C3F" w14:textId="77777777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(2)說明每週教學進度。</w:t>
            </w:r>
          </w:p>
          <w:p w14:paraId="597C7D6F" w14:textId="77777777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(3)說明每週的教學方式。</w:t>
            </w:r>
          </w:p>
          <w:p w14:paraId="17E4EF48" w14:textId="77777777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(4)說明評量方式與評分標準。</w:t>
            </w:r>
          </w:p>
          <w:p w14:paraId="44BC5C78" w14:textId="77777777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(5)說明教材與參考書籍規劃。</w:t>
            </w:r>
          </w:p>
          <w:p w14:paraId="09345418" w14:textId="77777777" w:rsidR="00E51002" w:rsidRPr="001913D8" w:rsidRDefault="00E51002" w:rsidP="001913D8">
            <w:pPr>
              <w:spacing w:line="320" w:lineRule="exact"/>
              <w:rPr>
                <w:szCs w:val="24"/>
              </w:rPr>
            </w:pPr>
            <w:r w:rsidRPr="001913D8">
              <w:rPr>
                <w:rFonts w:ascii="標楷體" w:eastAsia="標楷體" w:hAnsi="標楷體"/>
                <w:color w:val="000000"/>
                <w:szCs w:val="24"/>
              </w:rPr>
              <w:t>(6)附課程內容與能力對應表。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AD0CB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</w:tr>
      <w:tr w:rsidR="00E51002" w14:paraId="110810E5" w14:textId="77777777" w:rsidTr="003C046C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10B42" w14:textId="0E7AE7CC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hint="eastAsia"/>
                <w:szCs w:val="24"/>
              </w:rPr>
              <w:t>通識</w:t>
            </w:r>
            <w:r w:rsidRPr="001913D8">
              <w:rPr>
                <w:rFonts w:ascii="標楷體" w:eastAsia="標楷體" w:hAnsi="標楷體"/>
                <w:szCs w:val="24"/>
              </w:rPr>
              <w:t>必修</w:t>
            </w: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hint="eastAsia"/>
                <w:szCs w:val="24"/>
              </w:rPr>
              <w:t>專業</w:t>
            </w:r>
            <w:r w:rsidRPr="001913D8">
              <w:rPr>
                <w:rFonts w:ascii="標楷體" w:eastAsia="標楷體" w:hAnsi="標楷體"/>
                <w:szCs w:val="24"/>
              </w:rPr>
              <w:t>必修</w:t>
            </w:r>
          </w:p>
          <w:p w14:paraId="6A22DE32" w14:textId="1B2F584C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hint="eastAsia"/>
                <w:szCs w:val="24"/>
              </w:rPr>
              <w:t>通識</w:t>
            </w:r>
            <w:r w:rsidRPr="001913D8">
              <w:rPr>
                <w:rFonts w:ascii="標楷體" w:eastAsia="標楷體" w:hAnsi="標楷體"/>
                <w:szCs w:val="24"/>
              </w:rPr>
              <w:t>選修□</w:t>
            </w:r>
            <w:r w:rsidRPr="001913D8">
              <w:rPr>
                <w:rFonts w:ascii="標楷體" w:eastAsia="標楷體" w:hAnsi="標楷體" w:hint="eastAsia"/>
                <w:szCs w:val="24"/>
              </w:rPr>
              <w:t>專業</w:t>
            </w:r>
            <w:r w:rsidRPr="001913D8">
              <w:rPr>
                <w:rFonts w:ascii="標楷體" w:eastAsia="標楷體" w:hAnsi="標楷體"/>
                <w:szCs w:val="24"/>
              </w:rPr>
              <w:t>選修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2078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828C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9FE5D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46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016E5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B1241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</w:tr>
      <w:tr w:rsidR="00E51002" w:rsidRPr="001913D8" w14:paraId="4E444543" w14:textId="77777777" w:rsidTr="003C046C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3CD32" w14:textId="7B67A549" w:rsidR="00CC427A" w:rsidRPr="001913D8" w:rsidRDefault="00CC427A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hint="eastAsia"/>
                <w:szCs w:val="24"/>
              </w:rPr>
              <w:t>一般教學課程</w:t>
            </w:r>
          </w:p>
          <w:p w14:paraId="4FE51EC6" w14:textId="2A940DD7" w:rsidR="00E51002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hint="eastAsia"/>
                <w:szCs w:val="24"/>
              </w:rPr>
              <w:t>跨域微課程</w:t>
            </w:r>
          </w:p>
          <w:p w14:paraId="53D1EA48" w14:textId="6D6EC9FB" w:rsidR="003C046C" w:rsidRPr="001913D8" w:rsidRDefault="00E51002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="003C046C" w:rsidRPr="001913D8">
              <w:rPr>
                <w:rFonts w:ascii="標楷體" w:eastAsia="標楷體" w:hAnsi="標楷體" w:hint="eastAsia"/>
                <w:szCs w:val="24"/>
              </w:rPr>
              <w:t>創新</w:t>
            </w:r>
            <w:r w:rsidR="001A4C61">
              <w:rPr>
                <w:rFonts w:ascii="標楷體" w:eastAsia="標楷體" w:hAnsi="標楷體" w:hint="eastAsia"/>
                <w:szCs w:val="24"/>
              </w:rPr>
              <w:t>(創業)</w:t>
            </w:r>
            <w:r w:rsidR="003C046C" w:rsidRPr="001913D8">
              <w:rPr>
                <w:rFonts w:ascii="標楷體" w:eastAsia="標楷體" w:hAnsi="標楷體" w:hint="eastAsia"/>
                <w:szCs w:val="24"/>
              </w:rPr>
              <w:t>教學類型</w:t>
            </w:r>
            <w:r w:rsidR="00CC427A" w:rsidRPr="001913D8">
              <w:rPr>
                <w:rFonts w:ascii="標楷體" w:eastAsia="標楷體" w:hAnsi="標楷體" w:hint="eastAsia"/>
                <w:szCs w:val="24"/>
              </w:rPr>
              <w:t>課程</w:t>
            </w:r>
          </w:p>
          <w:p w14:paraId="78351623" w14:textId="69B0E8D6" w:rsidR="003C046C" w:rsidRPr="001913D8" w:rsidRDefault="003C046C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="001A4C61">
              <w:rPr>
                <w:rFonts w:ascii="標楷體" w:eastAsia="標楷體" w:hAnsi="標楷體" w:hint="eastAsia"/>
                <w:szCs w:val="24"/>
              </w:rPr>
              <w:t>經營管理</w:t>
            </w:r>
            <w:r w:rsidRPr="001913D8">
              <w:rPr>
                <w:rFonts w:ascii="標楷體" w:eastAsia="標楷體" w:hAnsi="標楷體" w:hint="eastAsia"/>
                <w:szCs w:val="24"/>
              </w:rPr>
              <w:t>類型</w:t>
            </w:r>
            <w:r w:rsidRPr="001913D8">
              <w:rPr>
                <w:rFonts w:ascii="標楷體" w:eastAsia="標楷體" w:hAnsi="標楷體" w:hint="eastAsia"/>
                <w:szCs w:val="24"/>
              </w:rPr>
              <w:t>課程</w:t>
            </w:r>
          </w:p>
          <w:p w14:paraId="3C323939" w14:textId="24BF839D" w:rsidR="003C046C" w:rsidRPr="001913D8" w:rsidRDefault="003C046C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hint="eastAsia"/>
                <w:szCs w:val="24"/>
              </w:rPr>
              <w:t>S</w:t>
            </w:r>
            <w:r w:rsidRPr="001913D8">
              <w:rPr>
                <w:rFonts w:ascii="標楷體" w:eastAsia="標楷體" w:hAnsi="標楷體"/>
                <w:szCs w:val="24"/>
              </w:rPr>
              <w:t>DG</w:t>
            </w:r>
            <w:r w:rsidRPr="001913D8">
              <w:rPr>
                <w:rFonts w:ascii="標楷體" w:eastAsia="標楷體" w:hAnsi="標楷體" w:hint="eastAsia"/>
                <w:szCs w:val="24"/>
              </w:rPr>
              <w:t>s類型</w:t>
            </w:r>
            <w:r w:rsidRPr="001913D8">
              <w:rPr>
                <w:rFonts w:ascii="標楷體" w:eastAsia="標楷體" w:hAnsi="標楷體" w:hint="eastAsia"/>
                <w:szCs w:val="24"/>
              </w:rPr>
              <w:t>課程</w:t>
            </w:r>
          </w:p>
          <w:p w14:paraId="4D9FB00F" w14:textId="77777777" w:rsidR="003C046C" w:rsidRPr="001913D8" w:rsidRDefault="003C046C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hint="eastAsia"/>
                <w:szCs w:val="24"/>
              </w:rPr>
              <w:t>S</w:t>
            </w:r>
            <w:r w:rsidRPr="001913D8">
              <w:rPr>
                <w:rFonts w:ascii="標楷體" w:eastAsia="標楷體" w:hAnsi="標楷體"/>
                <w:szCs w:val="24"/>
              </w:rPr>
              <w:t>TEM</w:t>
            </w:r>
            <w:r w:rsidRPr="001913D8">
              <w:rPr>
                <w:rFonts w:ascii="標楷體" w:eastAsia="標楷體" w:hAnsi="標楷體" w:hint="eastAsia"/>
                <w:szCs w:val="24"/>
              </w:rPr>
              <w:t>類型</w:t>
            </w:r>
            <w:r w:rsidRPr="001913D8">
              <w:rPr>
                <w:rFonts w:ascii="標楷體" w:eastAsia="標楷體" w:hAnsi="標楷體" w:hint="eastAsia"/>
                <w:szCs w:val="24"/>
              </w:rPr>
              <w:t>課程</w:t>
            </w:r>
          </w:p>
          <w:p w14:paraId="71DB4784" w14:textId="77777777" w:rsidR="00CC427A" w:rsidRDefault="00CC427A" w:rsidP="001913D8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1913D8">
              <w:rPr>
                <w:rFonts w:ascii="標楷體" w:eastAsia="標楷體" w:hAnsi="標楷體"/>
                <w:szCs w:val="24"/>
              </w:rPr>
              <w:t>□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________________</w:t>
            </w:r>
            <w:r w:rsidRPr="001913D8">
              <w:rPr>
                <w:rFonts w:ascii="標楷體" w:eastAsia="標楷體" w:hAnsi="標楷體" w:hint="eastAsia"/>
                <w:szCs w:val="24"/>
              </w:rPr>
              <w:t>跨域學程(微學程)所屬課程</w:t>
            </w:r>
          </w:p>
          <w:p w14:paraId="718A562A" w14:textId="0618DBC9" w:rsidR="001913D8" w:rsidRPr="002A440B" w:rsidRDefault="001913D8" w:rsidP="001913D8">
            <w:pPr>
              <w:spacing w:line="320" w:lineRule="exact"/>
              <w:rPr>
                <w:rFonts w:ascii="標楷體" w:eastAsia="標楷體" w:hAnsi="標楷體" w:hint="eastAsia"/>
                <w:szCs w:val="24"/>
              </w:rPr>
            </w:pPr>
            <w:r w:rsidRPr="002A440B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  <w:r w:rsidRPr="002A440B">
              <w:rPr>
                <w:rFonts w:ascii="標楷體" w:eastAsia="標楷體" w:hAnsi="標楷體" w:hint="eastAsia"/>
                <w:color w:val="000000" w:themeColor="text1"/>
                <w:szCs w:val="24"/>
              </w:rPr>
              <w:t>其他-校級發展課程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83D7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6AF3D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D92B9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4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29BB2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BE95B" w14:textId="77777777" w:rsidR="00E51002" w:rsidRPr="001913D8" w:rsidRDefault="00E51002" w:rsidP="001913D8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</w:tr>
      <w:tr w:rsidR="008E0E05" w14:paraId="0126AA71" w14:textId="77777777" w:rsidTr="001913D8">
        <w:tblPrEx>
          <w:tblCellMar>
            <w:top w:w="0" w:type="dxa"/>
            <w:bottom w:w="0" w:type="dxa"/>
          </w:tblCellMar>
        </w:tblPrEx>
        <w:trPr>
          <w:trHeight w:val="92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CED64" w14:textId="0D29C865" w:rsidR="008E0E05" w:rsidRPr="001913D8" w:rsidRDefault="001913D8" w:rsidP="001913D8">
            <w:pPr>
              <w:snapToGrid w:val="0"/>
              <w:spacing w:line="320" w:lineRule="exact"/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計畫類</w:t>
            </w:r>
          </w:p>
        </w:tc>
        <w:tc>
          <w:tcPr>
            <w:tcW w:w="14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C0B1E" w14:textId="40D558A8" w:rsidR="008E0E05" w:rsidRPr="001913D8" w:rsidRDefault="00E315B6" w:rsidP="001913D8">
            <w:pPr>
              <w:snapToGrid w:val="0"/>
              <w:spacing w:line="320" w:lineRule="exact"/>
              <w:rPr>
                <w:rFonts w:ascii="標楷體" w:eastAsia="標楷體" w:hAnsi="標楷體" w:cs="標楷體"/>
                <w:szCs w:val="24"/>
              </w:rPr>
            </w:pP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□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非計畫型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 xml:space="preserve"> </w:t>
            </w:r>
          </w:p>
          <w:p w14:paraId="5D135DDA" w14:textId="2764824F" w:rsidR="008E0E05" w:rsidRPr="001913D8" w:rsidRDefault="00E315B6" w:rsidP="001913D8">
            <w:pPr>
              <w:widowControl/>
              <w:spacing w:line="320" w:lineRule="exact"/>
              <w:rPr>
                <w:rFonts w:ascii="標楷體" w:eastAsia="標楷體" w:hAnsi="標楷體" w:cs="標楷體"/>
                <w:szCs w:val="24"/>
              </w:rPr>
            </w:pP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□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計畫型</w:t>
            </w:r>
            <w:r w:rsidR="001913D8">
              <w:rPr>
                <w:rFonts w:ascii="標楷體" w:eastAsia="標楷體" w:hAnsi="標楷體" w:cs="標楷體" w:hint="eastAsia"/>
                <w:position w:val="-1"/>
                <w:szCs w:val="24"/>
              </w:rPr>
              <w:t>：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1.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計畫期程：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____________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～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_____________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。</w:t>
            </w:r>
          </w:p>
          <w:p w14:paraId="4B045B12" w14:textId="385A80BD" w:rsidR="008E0E05" w:rsidRPr="001913D8" w:rsidRDefault="00E315B6" w:rsidP="001913D8">
            <w:pPr>
              <w:snapToGrid w:val="0"/>
              <w:spacing w:line="320" w:lineRule="exact"/>
              <w:rPr>
                <w:rFonts w:hint="eastAsia"/>
                <w:szCs w:val="24"/>
              </w:rPr>
            </w:pP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 xml:space="preserve"> </w:t>
            </w:r>
            <w:r w:rsidR="001913D8">
              <w:rPr>
                <w:rFonts w:ascii="標楷體" w:eastAsia="標楷體" w:hAnsi="標楷體" w:cs="標楷體" w:hint="eastAsia"/>
                <w:position w:val="-1"/>
                <w:szCs w:val="24"/>
              </w:rPr>
              <w:t xml:space="preserve">         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2.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計畫型態：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□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高教深耕計畫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 xml:space="preserve"> □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教學實踐研究計畫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 xml:space="preserve"> □USR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計畫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 xml:space="preserve"> □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地方創生計畫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 xml:space="preserve"> □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其他，</w:t>
            </w:r>
            <w:r w:rsidRPr="001913D8">
              <w:rPr>
                <w:rFonts w:ascii="標楷體" w:eastAsia="標楷體" w:hAnsi="標楷體" w:cs="標楷體"/>
                <w:position w:val="-1"/>
                <w:szCs w:val="24"/>
              </w:rPr>
              <w:t>__________________</w:t>
            </w:r>
          </w:p>
        </w:tc>
      </w:tr>
      <w:tr w:rsidR="008E0E05" w14:paraId="03FE1546" w14:textId="77777777" w:rsidTr="001913D8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6FEA" w14:textId="77777777" w:rsidR="008E0E05" w:rsidRDefault="00E315B6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課程審查附件資料</w:t>
            </w:r>
          </w:p>
          <w:p w14:paraId="25834D0F" w14:textId="77777777" w:rsidR="008E0E05" w:rsidRDefault="00E315B6">
            <w:pPr>
              <w:widowControl/>
              <w:spacing w:line="360" w:lineRule="exact"/>
              <w:jc w:val="both"/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  <w:t>請自行分項填列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2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010B7" w14:textId="77777777" w:rsidR="008E0E05" w:rsidRDefault="008E0E05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4582DB45" w14:textId="77777777" w:rsidR="008E0E05" w:rsidRDefault="008E0E05">
      <w:pPr>
        <w:spacing w:line="30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4822D2CA" w14:textId="77777777" w:rsidR="008E0E05" w:rsidRDefault="00E315B6">
      <w:pPr>
        <w:spacing w:line="300" w:lineRule="exact"/>
        <w:sectPr w:rsidR="008E0E05">
          <w:footerReference w:type="default" r:id="rId7"/>
          <w:pgSz w:w="16838" w:h="11906" w:orient="landscape"/>
          <w:pgMar w:top="567" w:right="1134" w:bottom="567" w:left="851" w:header="284" w:footer="284" w:gutter="0"/>
          <w:cols w:space="720"/>
          <w:docGrid w:type="lines" w:linePitch="390"/>
        </w:sectPr>
      </w:pPr>
      <w:r>
        <w:rPr>
          <w:rFonts w:ascii="標楷體" w:eastAsia="標楷體" w:hAnsi="標楷體"/>
          <w:color w:val="000000"/>
          <w:sz w:val="28"/>
          <w:szCs w:val="28"/>
        </w:rPr>
        <w:t>教學組</w:t>
      </w:r>
      <w:r>
        <w:rPr>
          <w:rFonts w:ascii="標楷體" w:eastAsia="標楷體" w:hAnsi="標楷體"/>
          <w:color w:val="000000"/>
          <w:sz w:val="28"/>
          <w:szCs w:val="28"/>
        </w:rPr>
        <w:t>/</w:t>
      </w:r>
      <w:r>
        <w:rPr>
          <w:rFonts w:ascii="標楷體" w:eastAsia="標楷體" w:hAnsi="標楷體"/>
          <w:sz w:val="28"/>
          <w:szCs w:val="28"/>
        </w:rPr>
        <w:t>教學品保</w:t>
      </w:r>
      <w:r>
        <w:rPr>
          <w:rFonts w:ascii="標楷體" w:eastAsia="標楷體" w:hAnsi="標楷體"/>
          <w:color w:val="000000"/>
          <w:sz w:val="28"/>
          <w:szCs w:val="28"/>
        </w:rPr>
        <w:t>召集人：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                                          </w:t>
      </w:r>
      <w:r>
        <w:rPr>
          <w:rFonts w:ascii="標楷體" w:eastAsia="標楷體" w:hAnsi="標楷體"/>
          <w:color w:val="000000"/>
          <w:sz w:val="28"/>
          <w:szCs w:val="28"/>
        </w:rPr>
        <w:t>教學單位主管</w:t>
      </w:r>
      <w:r>
        <w:rPr>
          <w:rFonts w:ascii="新細明體" w:hAnsi="新細明體"/>
          <w:color w:val="000000"/>
          <w:sz w:val="28"/>
          <w:szCs w:val="28"/>
        </w:rPr>
        <w:t>：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                                       </w:t>
      </w:r>
    </w:p>
    <w:p w14:paraId="7AFD585C" w14:textId="6FB38679" w:rsidR="008E0E05" w:rsidRDefault="00E315B6">
      <w:pPr>
        <w:spacing w:line="280" w:lineRule="exact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3D3E74" wp14:editId="15DA8B97">
                <wp:simplePos x="0" y="0"/>
                <wp:positionH relativeFrom="column">
                  <wp:posOffset>87630</wp:posOffset>
                </wp:positionH>
                <wp:positionV relativeFrom="paragraph">
                  <wp:posOffset>3810</wp:posOffset>
                </wp:positionV>
                <wp:extent cx="1216660" cy="266700"/>
                <wp:effectExtent l="0" t="0" r="2540" b="0"/>
                <wp:wrapSquare wrapText="bothSides"/>
                <wp:docPr id="3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6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D03A991" w14:textId="77777777" w:rsidR="008E0E05" w:rsidRPr="001913D8" w:rsidRDefault="00E315B6" w:rsidP="003C046C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913D8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附件</w:t>
                            </w:r>
                            <w:r w:rsidRPr="001913D8">
                              <w:rPr>
                                <w:rFonts w:ascii="標楷體" w:eastAsia="標楷體" w:hAnsi="標楷體"/>
                                <w:color w:val="000000" w:themeColor="text1"/>
                                <w:sz w:val="28"/>
                                <w:szCs w:val="28"/>
                              </w:rPr>
                              <w:t>2-1-2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D3E74" id="_x0000_s1028" type="#_x0000_t202" style="position:absolute;left:0;text-align:left;margin-left:6.9pt;margin-top:.3pt;width:95.8pt;height:21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" stroked="f">
                <v:textbox>
                  <w:txbxContent>
                    <w:p w14:paraId="4D03A991" w14:textId="77777777" w:rsidR="008E0E05" w:rsidRPr="001913D8" w:rsidRDefault="00E315B6" w:rsidP="003C046C">
                      <w:pPr>
                        <w:spacing w:line="280" w:lineRule="exact"/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</w:pPr>
                      <w:r w:rsidRPr="001913D8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附件</w:t>
                      </w:r>
                      <w:r w:rsidRPr="001913D8">
                        <w:rPr>
                          <w:rFonts w:ascii="標楷體" w:eastAsia="標楷體" w:hAnsi="標楷體"/>
                          <w:color w:val="000000" w:themeColor="text1"/>
                          <w:sz w:val="28"/>
                          <w:szCs w:val="28"/>
                        </w:rPr>
                        <w:t>2-1-2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標楷體" w:eastAsia="標楷體" w:hAnsi="標楷體"/>
          <w:b/>
          <w:color w:val="000000"/>
          <w:sz w:val="32"/>
          <w:szCs w:val="32"/>
        </w:rPr>
        <w:t xml:space="preserve">                                </w:t>
      </w:r>
      <w:r>
        <w:rPr>
          <w:rFonts w:ascii="標楷體" w:eastAsia="標楷體" w:hAnsi="標楷體" w:cs="新細明體"/>
          <w:b/>
          <w:color w:val="000000"/>
          <w:kern w:val="0"/>
        </w:rPr>
        <w:t>外審委員編號：</w:t>
      </w:r>
      <w:r>
        <w:rPr>
          <w:rFonts w:ascii="標楷體" w:eastAsia="標楷體" w:hAnsi="標楷體" w:cs="新細明體"/>
          <w:b/>
          <w:color w:val="000000"/>
          <w:kern w:val="0"/>
          <w:u w:val="single"/>
        </w:rPr>
        <w:t xml:space="preserve">                   </w:t>
      </w:r>
    </w:p>
    <w:tbl>
      <w:tblPr>
        <w:tblW w:w="105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1"/>
        <w:gridCol w:w="1415"/>
        <w:gridCol w:w="1476"/>
        <w:gridCol w:w="1609"/>
        <w:gridCol w:w="1609"/>
        <w:gridCol w:w="1609"/>
        <w:gridCol w:w="1609"/>
      </w:tblGrid>
      <w:tr w:rsidR="008E0E05" w14:paraId="301F2E4E" w14:textId="77777777">
        <w:tblPrEx>
          <w:tblCellMar>
            <w:top w:w="0" w:type="dxa"/>
            <w:bottom w:w="0" w:type="dxa"/>
          </w:tblCellMar>
        </w:tblPrEx>
        <w:trPr>
          <w:trHeight w:val="530"/>
          <w:jc w:val="center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3BE7A" w14:textId="77777777" w:rsidR="008E0E05" w:rsidRDefault="00E315B6">
            <w:pPr>
              <w:widowControl/>
              <w:jc w:val="center"/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32"/>
                <w:szCs w:val="32"/>
              </w:rPr>
              <w:t>長庚科技大學課程審查委員審查意見</w:t>
            </w:r>
          </w:p>
        </w:tc>
      </w:tr>
      <w:tr w:rsidR="008E0E05" w14:paraId="3516451A" w14:textId="77777777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033F6" w14:textId="732F1C64" w:rsidR="008E0E05" w:rsidRDefault="00E315B6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一、課程基本資料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                                (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由各教學單位填寫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)</w:t>
            </w:r>
          </w:p>
        </w:tc>
      </w:tr>
      <w:tr w:rsidR="008E0E05" w14:paraId="2317C7AE" w14:textId="77777777" w:rsidTr="003C046C">
        <w:tblPrEx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5BD07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課程名稱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11936F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1AD4B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開課學期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71D0EB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88377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開課年級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839A2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  <w:tr w:rsidR="008E0E05" w14:paraId="72E3034D" w14:textId="77777777" w:rsidTr="003C046C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43128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開課學系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EA84B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BB1A24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必選修別</w:t>
            </w: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E6A933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F5E65E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學分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/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學時</w:t>
            </w: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9359A6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  <w:tr w:rsidR="008E0E05" w14:paraId="226F6734" w14:textId="77777777" w:rsidTr="003C046C">
        <w:tblPrEx>
          <w:tblCellMar>
            <w:top w:w="0" w:type="dxa"/>
            <w:bottom w:w="0" w:type="dxa"/>
          </w:tblCellMar>
        </w:tblPrEx>
        <w:trPr>
          <w:trHeight w:val="527"/>
          <w:jc w:val="center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02A48D" w14:textId="6F5A24A8" w:rsidR="008E0E05" w:rsidRDefault="00E315B6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二、課程</w:t>
            </w:r>
            <w:r w:rsidR="00CC427A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所屬類型</w:t>
            </w:r>
          </w:p>
        </w:tc>
      </w:tr>
      <w:tr w:rsidR="003C046C" w14:paraId="68C209EC" w14:textId="77777777" w:rsidTr="003C046C">
        <w:tblPrEx>
          <w:tblCellMar>
            <w:top w:w="0" w:type="dxa"/>
            <w:bottom w:w="0" w:type="dxa"/>
          </w:tblCellMar>
        </w:tblPrEx>
        <w:trPr>
          <w:trHeight w:val="585"/>
          <w:jc w:val="center"/>
        </w:trPr>
        <w:tc>
          <w:tcPr>
            <w:tcW w:w="1051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D768C" w14:textId="59AAEE4A" w:rsidR="0048603B" w:rsidRDefault="00CC427A" w:rsidP="001A4C61">
            <w:pPr>
              <w:spacing w:line="320" w:lineRule="exact"/>
              <w:rPr>
                <w:rFonts w:ascii="標楷體" w:eastAsia="標楷體" w:hAnsi="標楷體"/>
                <w:b/>
                <w:bCs/>
                <w:szCs w:val="24"/>
              </w:rPr>
            </w:pPr>
            <w:r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一般教學課程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、</w:t>
            </w:r>
            <w:r w:rsidR="001A4C61"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跨域微課程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、</w:t>
            </w:r>
            <w:r w:rsidR="001A4C61"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創新教學類型課程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、</w:t>
            </w:r>
            <w:r w:rsidR="0048603B"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="0048603B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創業教學類型課程</w:t>
            </w:r>
            <w:r w:rsidR="0048603B">
              <w:rPr>
                <w:rFonts w:ascii="標楷體" w:eastAsia="標楷體" w:hAnsi="標楷體" w:hint="eastAsia"/>
                <w:b/>
                <w:bCs/>
                <w:szCs w:val="24"/>
              </w:rPr>
              <w:t>、</w:t>
            </w:r>
            <w:r w:rsidR="0048603B"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="0048603B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S</w:t>
            </w:r>
            <w:r w:rsidR="0048603B" w:rsidRPr="001A4C61">
              <w:rPr>
                <w:rFonts w:ascii="標楷體" w:eastAsia="標楷體" w:hAnsi="標楷體"/>
                <w:b/>
                <w:bCs/>
                <w:szCs w:val="24"/>
              </w:rPr>
              <w:t>DG</w:t>
            </w:r>
            <w:r w:rsidR="0048603B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s類型課程</w:t>
            </w:r>
          </w:p>
          <w:p w14:paraId="39F1A964" w14:textId="06FC27C4" w:rsidR="0048603B" w:rsidRDefault="0048603B" w:rsidP="0048603B">
            <w:pPr>
              <w:spacing w:line="320" w:lineRule="exact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S</w:t>
            </w:r>
            <w:r w:rsidRPr="001A4C61">
              <w:rPr>
                <w:rFonts w:ascii="標楷體" w:eastAsia="標楷體" w:hAnsi="標楷體"/>
                <w:b/>
                <w:bCs/>
                <w:szCs w:val="24"/>
              </w:rPr>
              <w:t>TEM</w:t>
            </w:r>
            <w:r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類型課程、</w:t>
            </w:r>
            <w:r w:rsidR="001A4C61"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經營管理類型課程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、</w:t>
            </w:r>
            <w:r w:rsidR="002A440B" w:rsidRPr="001A4C61"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  <w:t>□</w:t>
            </w:r>
            <w:r w:rsidR="002A440B" w:rsidRPr="001A4C61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其他-校級發展課程</w:t>
            </w:r>
            <w:r w:rsidR="001A4C61" w:rsidRPr="001A4C61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 xml:space="preserve"> </w:t>
            </w:r>
          </w:p>
          <w:p w14:paraId="451F9C75" w14:textId="1F812EEB" w:rsidR="00CC427A" w:rsidRPr="002A440B" w:rsidRDefault="001A4C61" w:rsidP="0048603B">
            <w:pPr>
              <w:spacing w:line="320" w:lineRule="exact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</w:pPr>
            <w:r w:rsidRPr="001A4C61">
              <w:rPr>
                <w:rFonts w:ascii="標楷體" w:eastAsia="標楷體" w:hAnsi="標楷體"/>
                <w:b/>
                <w:bCs/>
                <w:szCs w:val="24"/>
              </w:rPr>
              <w:t>□</w:t>
            </w:r>
            <w:r w:rsidRPr="001A4C61">
              <w:rPr>
                <w:rFonts w:ascii="標楷體" w:eastAsia="標楷體" w:hAnsi="標楷體" w:cs="標楷體"/>
                <w:b/>
                <w:bCs/>
                <w:position w:val="-1"/>
                <w:szCs w:val="24"/>
              </w:rPr>
              <w:t>________________</w:t>
            </w:r>
            <w:r w:rsidRPr="001A4C61">
              <w:rPr>
                <w:rFonts w:ascii="標楷體" w:eastAsia="標楷體" w:hAnsi="標楷體" w:hint="eastAsia"/>
                <w:b/>
                <w:bCs/>
                <w:szCs w:val="24"/>
              </w:rPr>
              <w:t>跨域學程(微學程)所屬課程</w:t>
            </w:r>
          </w:p>
        </w:tc>
      </w:tr>
      <w:tr w:rsidR="003C046C" w14:paraId="2D1DC782" w14:textId="77777777" w:rsidTr="003C046C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10518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6606B" w14:textId="552348AC" w:rsidR="003C046C" w:rsidRDefault="003C046C" w:rsidP="003C046C">
            <w:pPr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三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、課程審查委員評分及審查意見</w:t>
            </w:r>
          </w:p>
        </w:tc>
      </w:tr>
      <w:tr w:rsidR="008E0E05" w14:paraId="79288E81" w14:textId="77777777" w:rsidTr="003C046C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6EF4A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審查項目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A6A29B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優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              (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評分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21-25)                                                           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B8DB0A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良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           (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評分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11-20)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B7FA74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待加強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(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評分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6-10)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01CAB" w14:textId="77777777" w:rsidR="008E0E05" w:rsidRDefault="00E315B6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欠佳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(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評分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0-5)</w:t>
            </w:r>
          </w:p>
        </w:tc>
      </w:tr>
      <w:tr w:rsidR="008E0E05" w14:paraId="52B3044B" w14:textId="77777777">
        <w:tblPrEx>
          <w:tblCellMar>
            <w:top w:w="0" w:type="dxa"/>
            <w:bottom w:w="0" w:type="dxa"/>
          </w:tblCellMar>
        </w:tblPrEx>
        <w:trPr>
          <w:trHeight w:val="800"/>
          <w:jc w:val="center"/>
        </w:trPr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FE885" w14:textId="77777777" w:rsidR="008E0E05" w:rsidRPr="003C046C" w:rsidRDefault="00E315B6" w:rsidP="003C046C">
            <w:pPr>
              <w:widowControl/>
              <w:spacing w:line="320" w:lineRule="exact"/>
              <w:rPr>
                <w:sz w:val="22"/>
              </w:rPr>
            </w:pPr>
            <w:r w:rsidRPr="003C046C"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  <w:t>1.</w:t>
            </w:r>
            <w:r w:rsidRPr="003C046C">
              <w:rPr>
                <w:rFonts w:ascii="標楷體" w:eastAsia="標楷體" w:hAnsi="標楷體"/>
                <w:b/>
                <w:color w:val="000000"/>
                <w:kern w:val="0"/>
                <w:sz w:val="22"/>
              </w:rPr>
              <w:t>教學目標、</w:t>
            </w:r>
            <w:r w:rsidRPr="003C046C">
              <w:rPr>
                <w:rFonts w:ascii="標楷體" w:eastAsia="標楷體" w:hAnsi="標楷體"/>
                <w:b/>
                <w:color w:val="000000"/>
                <w:sz w:val="22"/>
              </w:rPr>
              <w:t>課程內容與</w:t>
            </w:r>
            <w:r w:rsidRPr="003C046C">
              <w:rPr>
                <w:rFonts w:ascii="標楷體" w:eastAsia="標楷體" w:hAnsi="標楷體"/>
                <w:b/>
                <w:color w:val="000000"/>
                <w:kern w:val="0"/>
                <w:sz w:val="22"/>
              </w:rPr>
              <w:t>核心能力關聯</w:t>
            </w: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B80152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1779CF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8DDEF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6C43C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  <w:tr w:rsidR="008E0E05" w14:paraId="5D23484D" w14:textId="77777777">
        <w:tblPrEx>
          <w:tblCellMar>
            <w:top w:w="0" w:type="dxa"/>
            <w:bottom w:w="0" w:type="dxa"/>
          </w:tblCellMar>
        </w:tblPrEx>
        <w:trPr>
          <w:trHeight w:val="800"/>
          <w:jc w:val="center"/>
        </w:trPr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8A190" w14:textId="77777777" w:rsidR="008E0E05" w:rsidRPr="003C046C" w:rsidRDefault="00E315B6" w:rsidP="003C046C">
            <w:pPr>
              <w:widowControl/>
              <w:spacing w:line="320" w:lineRule="exact"/>
              <w:rPr>
                <w:sz w:val="22"/>
              </w:rPr>
            </w:pPr>
            <w:r w:rsidRPr="003C046C"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  <w:t>2.</w:t>
            </w:r>
            <w:r w:rsidRPr="003C046C">
              <w:rPr>
                <w:rFonts w:ascii="標楷體" w:eastAsia="標楷體" w:hAnsi="標楷體"/>
                <w:b/>
                <w:color w:val="000000"/>
                <w:kern w:val="0"/>
                <w:sz w:val="22"/>
              </w:rPr>
              <w:t>教學策略、</w:t>
            </w:r>
            <w:r w:rsidRPr="003C046C"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  <w:t>教材、教具、教案</w:t>
            </w:r>
            <w:r w:rsidRPr="003C046C">
              <w:rPr>
                <w:rFonts w:ascii="標楷體" w:eastAsia="標楷體" w:hAnsi="標楷體"/>
                <w:b/>
                <w:color w:val="000000"/>
                <w:kern w:val="0"/>
                <w:sz w:val="22"/>
              </w:rPr>
              <w:t>運用</w:t>
            </w: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1AF5DE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7165A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011FDD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30185B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  <w:tr w:rsidR="008E0E05" w14:paraId="0E7841DF" w14:textId="77777777">
        <w:tblPrEx>
          <w:tblCellMar>
            <w:top w:w="0" w:type="dxa"/>
            <w:bottom w:w="0" w:type="dxa"/>
          </w:tblCellMar>
        </w:tblPrEx>
        <w:trPr>
          <w:trHeight w:val="800"/>
          <w:jc w:val="center"/>
        </w:trPr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3C4E1" w14:textId="548E5517" w:rsidR="008E0E05" w:rsidRPr="003C046C" w:rsidRDefault="00E315B6" w:rsidP="003C046C">
            <w:pPr>
              <w:widowControl/>
              <w:spacing w:line="320" w:lineRule="exact"/>
              <w:rPr>
                <w:sz w:val="22"/>
              </w:rPr>
            </w:pPr>
            <w:r w:rsidRPr="003C046C"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  <w:t>3.</w:t>
            </w:r>
            <w:r w:rsidRPr="003C046C">
              <w:rPr>
                <w:rFonts w:ascii="標楷體" w:eastAsia="標楷體" w:hAnsi="標楷體" w:cs="Tahoma"/>
                <w:b/>
                <w:color w:val="000000"/>
                <w:kern w:val="0"/>
                <w:sz w:val="22"/>
              </w:rPr>
              <w:t>協調、溝通與團隊合作能力、跨領域</w:t>
            </w:r>
            <w:r w:rsidRPr="003C046C">
              <w:rPr>
                <w:rFonts w:ascii="標楷體" w:eastAsia="標楷體" w:hAnsi="標楷體" w:cs="Tahoma"/>
                <w:b/>
                <w:color w:val="000000"/>
                <w:kern w:val="0"/>
                <w:sz w:val="22"/>
              </w:rPr>
              <w:t>知識與整合能力</w:t>
            </w: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84EC64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D8D86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DB1550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D6A6B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  <w:tr w:rsidR="008E0E05" w14:paraId="1F8C2017" w14:textId="77777777">
        <w:tblPrEx>
          <w:tblCellMar>
            <w:top w:w="0" w:type="dxa"/>
            <w:bottom w:w="0" w:type="dxa"/>
          </w:tblCellMar>
        </w:tblPrEx>
        <w:trPr>
          <w:trHeight w:val="800"/>
          <w:jc w:val="center"/>
        </w:trPr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83C7ED" w14:textId="77777777" w:rsidR="008E0E05" w:rsidRPr="003C046C" w:rsidRDefault="00E315B6" w:rsidP="003C046C">
            <w:pPr>
              <w:widowControl/>
              <w:spacing w:line="320" w:lineRule="exact"/>
              <w:rPr>
                <w:sz w:val="22"/>
              </w:rPr>
            </w:pPr>
            <w:r w:rsidRPr="003C046C"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  <w:t>4.</w:t>
            </w:r>
            <w:r w:rsidRPr="003C046C">
              <w:rPr>
                <w:rFonts w:ascii="標楷體" w:eastAsia="標楷體" w:hAnsi="標楷體"/>
                <w:b/>
                <w:color w:val="000000"/>
                <w:kern w:val="0"/>
                <w:sz w:val="22"/>
              </w:rPr>
              <w:t>多元學習評量</w:t>
            </w: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9A69C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9B4DF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BC8EC6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6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BE31DF" w14:textId="77777777" w:rsidR="008E0E05" w:rsidRDefault="008E0E05" w:rsidP="003C046C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  <w:tr w:rsidR="008E0E05" w14:paraId="23396C4D" w14:textId="77777777" w:rsidTr="001A4C61">
        <w:tblPrEx>
          <w:tblCellMar>
            <w:top w:w="0" w:type="dxa"/>
            <w:bottom w:w="0" w:type="dxa"/>
          </w:tblCellMar>
        </w:tblPrEx>
        <w:trPr>
          <w:trHeight w:val="3240"/>
          <w:jc w:val="center"/>
        </w:trPr>
        <w:tc>
          <w:tcPr>
            <w:tcW w:w="2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7D14B" w14:textId="77777777" w:rsidR="008E0E05" w:rsidRDefault="00E315B6">
            <w:pPr>
              <w:widowControl/>
              <w:jc w:val="center"/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總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  <w:t>評</w:t>
            </w:r>
          </w:p>
          <w:p w14:paraId="6FE51A43" w14:textId="77777777" w:rsidR="008E0E05" w:rsidRDefault="00E315B6">
            <w:pPr>
              <w:widowControl/>
              <w:jc w:val="center"/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※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請審查委員就本課程審查結果，撰寫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  <w:t>整體總結意見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至少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100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字以上之優、缺點或課程提升建議。</w:t>
            </w:r>
          </w:p>
        </w:tc>
        <w:tc>
          <w:tcPr>
            <w:tcW w:w="7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2D6B62" w14:textId="77777777" w:rsidR="008E0E05" w:rsidRDefault="008E0E05">
            <w:pPr>
              <w:jc w:val="both"/>
              <w:rPr>
                <w:b/>
                <w:color w:val="000000"/>
              </w:rPr>
            </w:pPr>
          </w:p>
          <w:p w14:paraId="407D6FEF" w14:textId="77777777" w:rsidR="008E0E05" w:rsidRDefault="008E0E05">
            <w:pPr>
              <w:jc w:val="both"/>
              <w:rPr>
                <w:b/>
                <w:color w:val="000000"/>
              </w:rPr>
            </w:pPr>
          </w:p>
          <w:p w14:paraId="273BFBCB" w14:textId="77777777" w:rsidR="008E0E05" w:rsidRDefault="008E0E05">
            <w:pPr>
              <w:jc w:val="both"/>
              <w:rPr>
                <w:b/>
                <w:color w:val="000000"/>
              </w:rPr>
            </w:pPr>
          </w:p>
          <w:p w14:paraId="433757AA" w14:textId="77777777" w:rsidR="008E0E05" w:rsidRDefault="008E0E05">
            <w:pPr>
              <w:jc w:val="both"/>
              <w:rPr>
                <w:b/>
                <w:color w:val="000000"/>
              </w:rPr>
            </w:pPr>
          </w:p>
          <w:p w14:paraId="3D2AE216" w14:textId="77777777" w:rsidR="008E0E05" w:rsidRDefault="008E0E05">
            <w:pPr>
              <w:jc w:val="both"/>
              <w:rPr>
                <w:b/>
                <w:color w:val="000000"/>
              </w:rPr>
            </w:pPr>
          </w:p>
          <w:p w14:paraId="31302ADA" w14:textId="77777777" w:rsidR="008E0E05" w:rsidRDefault="008E0E05">
            <w:pPr>
              <w:jc w:val="both"/>
              <w:rPr>
                <w:b/>
                <w:color w:val="000000"/>
              </w:rPr>
            </w:pPr>
          </w:p>
          <w:p w14:paraId="1FE8C444" w14:textId="77777777" w:rsidR="008E0E05" w:rsidRDefault="008E0E05">
            <w:pPr>
              <w:jc w:val="both"/>
              <w:rPr>
                <w:b/>
                <w:color w:val="000000"/>
                <w:kern w:val="0"/>
              </w:rPr>
            </w:pPr>
          </w:p>
          <w:p w14:paraId="3FBE1ABA" w14:textId="77777777" w:rsidR="008E0E05" w:rsidRDefault="008E0E05">
            <w:pPr>
              <w:jc w:val="both"/>
              <w:rPr>
                <w:b/>
                <w:color w:val="000000"/>
                <w:kern w:val="0"/>
              </w:rPr>
            </w:pPr>
          </w:p>
          <w:p w14:paraId="7B1429FB" w14:textId="77777777" w:rsidR="008E0E05" w:rsidRDefault="008E0E05">
            <w:pPr>
              <w:jc w:val="both"/>
              <w:rPr>
                <w:b/>
                <w:color w:val="000000"/>
                <w:kern w:val="0"/>
              </w:rPr>
            </w:pPr>
          </w:p>
          <w:p w14:paraId="1DD44B78" w14:textId="77777777" w:rsidR="008E0E05" w:rsidRDefault="008E0E05">
            <w:pPr>
              <w:jc w:val="both"/>
              <w:rPr>
                <w:b/>
                <w:color w:val="000000"/>
                <w:kern w:val="0"/>
              </w:rPr>
            </w:pPr>
          </w:p>
          <w:p w14:paraId="746008AB" w14:textId="77777777" w:rsidR="008E0E05" w:rsidRDefault="008E0E05">
            <w:pPr>
              <w:jc w:val="both"/>
              <w:rPr>
                <w:b/>
                <w:color w:val="000000"/>
                <w:kern w:val="0"/>
              </w:rPr>
            </w:pPr>
          </w:p>
        </w:tc>
      </w:tr>
      <w:tr w:rsidR="008E0E05" w14:paraId="5857ABA8" w14:textId="77777777">
        <w:tblPrEx>
          <w:tblCellMar>
            <w:top w:w="0" w:type="dxa"/>
            <w:bottom w:w="0" w:type="dxa"/>
          </w:tblCellMar>
        </w:tblPrEx>
        <w:trPr>
          <w:trHeight w:val="893"/>
          <w:jc w:val="center"/>
        </w:trPr>
        <w:tc>
          <w:tcPr>
            <w:tcW w:w="2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C9A44" w14:textId="77777777" w:rsidR="008E0E05" w:rsidRDefault="008E0E05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7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709CE" w14:textId="77777777" w:rsidR="008E0E05" w:rsidRDefault="00E315B6">
            <w:pPr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審查分數：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    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(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及格分數為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70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分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)  </w:t>
            </w:r>
          </w:p>
          <w:p w14:paraId="55FFFB47" w14:textId="77777777" w:rsidR="008E0E05" w:rsidRDefault="00E315B6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審查結果：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通過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□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不通過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□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修正後再審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□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修正後通過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                                                                                                </w:t>
            </w:r>
          </w:p>
        </w:tc>
      </w:tr>
      <w:tr w:rsidR="008E0E05" w14:paraId="54385932" w14:textId="77777777">
        <w:tblPrEx>
          <w:tblCellMar>
            <w:top w:w="0" w:type="dxa"/>
            <w:bottom w:w="0" w:type="dxa"/>
          </w:tblCellMar>
        </w:tblPrEx>
        <w:trPr>
          <w:trHeight w:val="1133"/>
          <w:jc w:val="center"/>
        </w:trPr>
        <w:tc>
          <w:tcPr>
            <w:tcW w:w="2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13635" w14:textId="77777777" w:rsidR="008E0E05" w:rsidRDefault="008E0E05">
            <w:pPr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79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69517D" w14:textId="77777777" w:rsidR="008E0E05" w:rsidRDefault="00E315B6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課程審查委員簽名：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        </w:t>
            </w:r>
          </w:p>
          <w:p w14:paraId="45681821" w14:textId="77777777" w:rsidR="008E0E05" w:rsidRDefault="008E0E05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  <w:p w14:paraId="45727D29" w14:textId="77777777" w:rsidR="008E0E05" w:rsidRDefault="00E315B6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                            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日期：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月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 xml:space="preserve">     </w:t>
            </w:r>
            <w:r>
              <w:rPr>
                <w:rFonts w:ascii="標楷體" w:eastAsia="標楷體" w:hAnsi="標楷體" w:cs="新細明體"/>
                <w:b/>
                <w:color w:val="000000"/>
                <w:kern w:val="0"/>
              </w:rPr>
              <w:t>日</w:t>
            </w:r>
          </w:p>
        </w:tc>
      </w:tr>
      <w:tr w:rsidR="008E0E05" w14:paraId="5C715AEF" w14:textId="77777777">
        <w:tblPrEx>
          <w:tblCellMar>
            <w:top w:w="0" w:type="dxa"/>
            <w:bottom w:w="0" w:type="dxa"/>
          </w:tblCellMar>
        </w:tblPrEx>
        <w:trPr>
          <w:trHeight w:val="232"/>
          <w:jc w:val="center"/>
        </w:trPr>
        <w:tc>
          <w:tcPr>
            <w:tcW w:w="10518" w:type="dxa"/>
            <w:gridSpan w:val="7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C2C210" w14:textId="77777777" w:rsidR="008E0E05" w:rsidRDefault="00E315B6">
            <w:pPr>
              <w:widowControl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20190906</w:t>
            </w:r>
            <w:r>
              <w:rPr>
                <w:rFonts w:ascii="標楷體" w:eastAsia="標楷體" w:hAnsi="標楷體"/>
                <w:b/>
                <w:color w:val="000000"/>
              </w:rPr>
              <w:t>修訂</w:t>
            </w:r>
          </w:p>
          <w:p w14:paraId="1A9B8CB2" w14:textId="77777777" w:rsidR="008E0E05" w:rsidRDefault="00E315B6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新細明體"/>
                <w:color w:val="FF0000"/>
                <w:kern w:val="0"/>
              </w:rPr>
              <w:t>課程審查核銷注意事項：請留意表格填寫完整度，並請審查委員親筆簽名。</w:t>
            </w:r>
          </w:p>
        </w:tc>
      </w:tr>
    </w:tbl>
    <w:p w14:paraId="03BA6D9A" w14:textId="77777777" w:rsidR="00000000" w:rsidRDefault="00E315B6">
      <w:pPr>
        <w:sectPr w:rsidR="00000000">
          <w:footerReference w:type="default" r:id="rId8"/>
          <w:pgSz w:w="11906" w:h="16838"/>
          <w:pgMar w:top="1134" w:right="567" w:bottom="851" w:left="567" w:header="720" w:footer="720" w:gutter="0"/>
          <w:cols w:space="720"/>
          <w:docGrid w:type="linesAndChars" w:linePitch="362"/>
        </w:sectPr>
      </w:pPr>
    </w:p>
    <w:p w14:paraId="220B5A34" w14:textId="77777777" w:rsidR="008E0E05" w:rsidRDefault="00E315B6">
      <w:pPr>
        <w:spacing w:line="240" w:lineRule="exact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F9B54B" wp14:editId="42ACF7EE">
                <wp:simplePos x="0" y="0"/>
                <wp:positionH relativeFrom="column">
                  <wp:posOffset>-72393</wp:posOffset>
                </wp:positionH>
                <wp:positionV relativeFrom="paragraph">
                  <wp:posOffset>-360045</wp:posOffset>
                </wp:positionV>
                <wp:extent cx="1165860" cy="447671"/>
                <wp:effectExtent l="0" t="0" r="0" b="0"/>
                <wp:wrapSquare wrapText="bothSides"/>
                <wp:docPr id="4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44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B612DB8" w14:textId="77777777" w:rsidR="008E0E05" w:rsidRDefault="00E315B6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2-1-3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9B54B" id="_x0000_s1029" type="#_x0000_t202" style="position:absolute;left:0;text-align:left;margin-left:-5.7pt;margin-top:-28.35pt;width:91.8pt;height:3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" stroked="f">
                <v:textbox>
                  <w:txbxContent>
                    <w:p w14:paraId="5B612DB8" w14:textId="77777777" w:rsidR="008E0E05" w:rsidRDefault="00E315B6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2-1-3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904BA4" w14:textId="77777777" w:rsidR="008E0E05" w:rsidRDefault="00E315B6">
      <w:pPr>
        <w:widowControl/>
        <w:spacing w:line="500" w:lineRule="exact"/>
      </w:pPr>
      <w:r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  <w:t>課程內容與能力指標對應符合度</w:t>
      </w:r>
    </w:p>
    <w:tbl>
      <w:tblPr>
        <w:tblW w:w="1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3638"/>
        <w:gridCol w:w="2128"/>
        <w:gridCol w:w="8378"/>
      </w:tblGrid>
      <w:tr w:rsidR="008E0E05" w14:paraId="538B59A6" w14:textId="77777777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2A8BF" w14:textId="77777777" w:rsidR="008E0E05" w:rsidRDefault="00E315B6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序號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7CE1" w14:textId="77777777" w:rsidR="008E0E05" w:rsidRDefault="00E315B6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系級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>/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>通識教育中心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br/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>能力指標名稱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3A73E" w14:textId="77777777" w:rsidR="008E0E05" w:rsidRDefault="00E315B6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該課程培養能力指標</w:t>
            </w:r>
          </w:p>
          <w:p w14:paraId="38F3D7C1" w14:textId="77777777" w:rsidR="008E0E05" w:rsidRDefault="00E315B6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百分比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8E5F8" w14:textId="77777777" w:rsidR="008E0E05" w:rsidRDefault="00E315B6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課程內容與核心能力的符合度</w:t>
            </w:r>
          </w:p>
        </w:tc>
      </w:tr>
      <w:tr w:rsidR="008E0E05" w14:paraId="07CF39E9" w14:textId="77777777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B0734" w14:textId="77777777" w:rsidR="008E0E05" w:rsidRDefault="008E0E05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5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01DD2" w14:textId="77777777" w:rsidR="008E0E05" w:rsidRDefault="00E315B6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請由授課教師填寫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4E984" w14:textId="77777777" w:rsidR="008E0E05" w:rsidRDefault="00E315B6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請課程審查委員勾選、填寫</w:t>
            </w:r>
          </w:p>
        </w:tc>
      </w:tr>
      <w:tr w:rsidR="008E0E05" w14:paraId="321BC781" w14:textId="77777777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D41AA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DC11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52B1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813F6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</w:t>
            </w:r>
          </w:p>
          <w:p w14:paraId="54829F08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                </w:t>
            </w:r>
          </w:p>
        </w:tc>
      </w:tr>
      <w:tr w:rsidR="008E0E05" w14:paraId="6BF2411C" w14:textId="77777777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17248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A2CDE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80C1A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517EA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32D33703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5DD6D7AC" w14:textId="77777777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8B2E7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3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418C5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6F0AA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BA551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5231DC22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11BE3D99" w14:textId="77777777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CBABA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4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431DB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998EA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C3A99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6400E781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72A3149F" w14:textId="77777777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DC21D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5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C0D5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E6D3D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1B066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08E920FC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4C8921D4" w14:textId="77777777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B16FD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6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DD23C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7180B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4C71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576B5AD9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55AD4C6A" w14:textId="77777777">
        <w:tblPrEx>
          <w:tblCellMar>
            <w:top w:w="0" w:type="dxa"/>
            <w:bottom w:w="0" w:type="dxa"/>
          </w:tblCellMar>
        </w:tblPrEx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AA8A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7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258E3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8AD65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C69F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24E08DD1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341D2D30" w14:textId="7777777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94EE7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8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F04D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38188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D03CA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5C473DDD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798B66FF" w14:textId="7777777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B6579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9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0C765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E51DE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7AC4E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2CBA1384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8E0E05" w14:paraId="736DF5FB" w14:textId="77777777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B3FBE" w14:textId="77777777" w:rsidR="008E0E05" w:rsidRDefault="00E315B6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946A6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81410" w14:textId="77777777" w:rsidR="008E0E05" w:rsidRDefault="008E0E05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687C6" w14:textId="77777777" w:rsidR="008E0E05" w:rsidRDefault="00E315B6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4663883A" w14:textId="77777777" w:rsidR="008E0E05" w:rsidRDefault="00E315B6">
            <w:pPr>
              <w:spacing w:line="300" w:lineRule="exact"/>
              <w:jc w:val="both"/>
            </w:pPr>
            <w:r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</w:tbl>
    <w:p w14:paraId="159C4069" w14:textId="77777777" w:rsidR="008E0E05" w:rsidRDefault="00E315B6">
      <w:pPr>
        <w:widowControl/>
        <w:spacing w:line="500" w:lineRule="exact"/>
        <w:ind w:left="420" w:hanging="420"/>
      </w:pPr>
      <w:r>
        <w:rPr>
          <w:rFonts w:eastAsia="標楷體"/>
          <w:b/>
          <w:color w:val="000000"/>
          <w:sz w:val="28"/>
          <w:szCs w:val="28"/>
        </w:rPr>
        <w:t>說明：本表得視需要自行增列。</w:t>
      </w:r>
    </w:p>
    <w:p w14:paraId="265FBA56" w14:textId="77777777" w:rsidR="008E0E05" w:rsidRDefault="00E315B6">
      <w:pPr>
        <w:widowControl/>
        <w:spacing w:line="500" w:lineRule="exact"/>
        <w:ind w:left="420" w:hanging="420"/>
      </w:pPr>
      <w:r>
        <w:rPr>
          <w:rFonts w:eastAsia="標楷體"/>
          <w:b/>
          <w:color w:val="000000"/>
          <w:sz w:val="28"/>
        </w:rPr>
        <w:t>課程審查委員簽名：</w:t>
      </w:r>
      <w:r>
        <w:rPr>
          <w:rFonts w:eastAsia="標楷體"/>
          <w:b/>
          <w:color w:val="000000"/>
          <w:sz w:val="28"/>
          <w:u w:val="single"/>
        </w:rPr>
        <w:t xml:space="preserve">　　　　　　</w:t>
      </w:r>
      <w:r>
        <w:rPr>
          <w:rFonts w:eastAsia="標楷體"/>
          <w:b/>
          <w:color w:val="000000"/>
          <w:sz w:val="28"/>
        </w:rPr>
        <w:t>日期</w:t>
      </w:r>
      <w:r>
        <w:rPr>
          <w:rFonts w:eastAsia="標楷體"/>
          <w:b/>
          <w:color w:val="000000"/>
          <w:sz w:val="28"/>
        </w:rPr>
        <w:t>:</w:t>
      </w:r>
      <w:r>
        <w:rPr>
          <w:rFonts w:eastAsia="標楷體"/>
          <w:b/>
          <w:color w:val="000000"/>
          <w:sz w:val="28"/>
          <w:u w:val="single"/>
        </w:rPr>
        <w:t xml:space="preserve">   </w:t>
      </w:r>
      <w:r>
        <w:rPr>
          <w:rFonts w:eastAsia="標楷體"/>
          <w:b/>
          <w:color w:val="000000"/>
          <w:sz w:val="28"/>
        </w:rPr>
        <w:t>年</w:t>
      </w:r>
      <w:r>
        <w:rPr>
          <w:rFonts w:eastAsia="標楷體"/>
          <w:b/>
          <w:color w:val="000000"/>
          <w:sz w:val="28"/>
          <w:u w:val="single"/>
        </w:rPr>
        <w:t xml:space="preserve">　</w:t>
      </w:r>
      <w:r>
        <w:rPr>
          <w:rFonts w:eastAsia="標楷體"/>
          <w:b/>
          <w:color w:val="000000"/>
          <w:sz w:val="28"/>
          <w:u w:val="single"/>
        </w:rPr>
        <w:t xml:space="preserve"> </w:t>
      </w:r>
      <w:r>
        <w:rPr>
          <w:rFonts w:eastAsia="標楷體"/>
          <w:b/>
          <w:color w:val="000000"/>
          <w:sz w:val="28"/>
        </w:rPr>
        <w:t>月</w:t>
      </w:r>
      <w:r>
        <w:rPr>
          <w:rFonts w:eastAsia="標楷體"/>
          <w:b/>
          <w:color w:val="000000"/>
          <w:sz w:val="28"/>
          <w:u w:val="single"/>
        </w:rPr>
        <w:t xml:space="preserve">　</w:t>
      </w:r>
      <w:r>
        <w:rPr>
          <w:rFonts w:eastAsia="標楷體"/>
          <w:b/>
          <w:color w:val="000000"/>
          <w:sz w:val="28"/>
          <w:u w:val="single"/>
        </w:rPr>
        <w:t xml:space="preserve"> </w:t>
      </w:r>
      <w:r>
        <w:rPr>
          <w:rFonts w:eastAsia="標楷體"/>
          <w:b/>
          <w:color w:val="000000"/>
          <w:sz w:val="28"/>
        </w:rPr>
        <w:t>日</w:t>
      </w:r>
    </w:p>
    <w:p w14:paraId="417C45F1" w14:textId="77777777" w:rsidR="008E0E05" w:rsidRDefault="008E0E05">
      <w:pPr>
        <w:spacing w:line="240" w:lineRule="exact"/>
        <w:rPr>
          <w:rFonts w:ascii="Times New Roman" w:eastAsia="標楷體" w:hAnsi="Times New Roman"/>
          <w:color w:val="000000"/>
          <w:kern w:val="0"/>
          <w:szCs w:val="24"/>
        </w:rPr>
      </w:pPr>
    </w:p>
    <w:p w14:paraId="5793FA14" w14:textId="77777777" w:rsidR="008E0E05" w:rsidRDefault="00E315B6">
      <w:pPr>
        <w:spacing w:line="240" w:lineRule="exact"/>
      </w:pPr>
      <w:r>
        <w:rPr>
          <w:rFonts w:ascii="標楷體" w:eastAsia="標楷體" w:hAnsi="標楷體" w:cs="新細明體"/>
          <w:color w:val="FF0000"/>
          <w:kern w:val="0"/>
        </w:rPr>
        <w:t>課程審查核銷</w:t>
      </w:r>
      <w:r>
        <w:rPr>
          <w:rFonts w:ascii="標楷體" w:eastAsia="標楷體" w:hAnsi="標楷體" w:cs="新細明體"/>
          <w:color w:val="FF0000"/>
          <w:kern w:val="0"/>
        </w:rPr>
        <w:t>注意事項：請註明審查課程名稱及留意表格填寫完整度，並請審查委員親筆簽名。</w:t>
      </w:r>
    </w:p>
    <w:sectPr w:rsidR="008E0E05">
      <w:footerReference w:type="default" r:id="rId9"/>
      <w:pgSz w:w="16838" w:h="11906" w:orient="landscape"/>
      <w:pgMar w:top="567" w:right="1134" w:bottom="284" w:left="1134" w:header="720" w:footer="720" w:gutter="0"/>
      <w:cols w:space="720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9E7A3" w14:textId="77777777" w:rsidR="00E315B6" w:rsidRDefault="00E315B6">
      <w:r>
        <w:separator/>
      </w:r>
    </w:p>
  </w:endnote>
  <w:endnote w:type="continuationSeparator" w:id="0">
    <w:p w14:paraId="348BDDD0" w14:textId="77777777" w:rsidR="00E315B6" w:rsidRDefault="00E3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65ABB" w14:textId="77777777" w:rsidR="00114F5F" w:rsidRDefault="00E315B6">
    <w:pPr>
      <w:pStyle w:val="a7"/>
      <w:jc w:val="center"/>
    </w:pPr>
    <w:r>
      <w:t>第</w:t>
    </w: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  <w:r>
      <w:t>頁，共</w:t>
    </w:r>
    <w:r>
      <w:fldChar w:fldCharType="begin"/>
    </w:r>
    <w:r>
      <w:instrText xml:space="preserve"> NUMPAGES </w:instrText>
    </w:r>
    <w:r>
      <w:fldChar w:fldCharType="separate"/>
    </w:r>
    <w:r>
      <w:t>3</w:t>
    </w:r>
    <w:r>
      <w:fldChar w:fldCharType="end"/>
    </w:r>
    <w:r>
      <w:t>頁</w:t>
    </w:r>
  </w:p>
  <w:p w14:paraId="2DD37214" w14:textId="77777777" w:rsidR="00114F5F" w:rsidRDefault="00E315B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3795" w14:textId="77777777" w:rsidR="00114F5F" w:rsidRDefault="00E315B6">
    <w:pPr>
      <w:pStyle w:val="a7"/>
      <w:jc w:val="center"/>
    </w:pPr>
    <w:r>
      <w:t>第</w:t>
    </w: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  <w:r>
      <w:t>頁，共</w:t>
    </w:r>
    <w:r>
      <w:fldChar w:fldCharType="begin"/>
    </w:r>
    <w:r>
      <w:instrText xml:space="preserve"> NUMPAGES </w:instrText>
    </w:r>
    <w:r>
      <w:fldChar w:fldCharType="separate"/>
    </w:r>
    <w:r>
      <w:t>3</w:t>
    </w:r>
    <w:r>
      <w:fldChar w:fldCharType="end"/>
    </w:r>
    <w:r>
      <w:t>頁</w:t>
    </w:r>
  </w:p>
  <w:p w14:paraId="004B3EB4" w14:textId="77777777" w:rsidR="00114F5F" w:rsidRDefault="00E315B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A3C1" w14:textId="77777777" w:rsidR="00114F5F" w:rsidRDefault="00E315B6">
    <w:pPr>
      <w:pStyle w:val="a7"/>
      <w:jc w:val="center"/>
    </w:pPr>
    <w:r>
      <w:t>第</w:t>
    </w: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  <w:r>
      <w:t>頁，共</w:t>
    </w:r>
    <w:r>
      <w:fldChar w:fldCharType="begin"/>
    </w:r>
    <w:r>
      <w:instrText xml:space="preserve"> NUMPAGES </w:instrText>
    </w:r>
    <w:r>
      <w:fldChar w:fldCharType="separate"/>
    </w:r>
    <w:r>
      <w:t>3</w:t>
    </w:r>
    <w:r>
      <w:fldChar w:fldCharType="end"/>
    </w:r>
    <w:r>
      <w:t>頁</w:t>
    </w:r>
  </w:p>
  <w:p w14:paraId="1EC81B87" w14:textId="77777777" w:rsidR="00114F5F" w:rsidRDefault="00E315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FF304" w14:textId="77777777" w:rsidR="00E315B6" w:rsidRDefault="00E315B6">
      <w:r>
        <w:rPr>
          <w:color w:val="000000"/>
        </w:rPr>
        <w:separator/>
      </w:r>
    </w:p>
  </w:footnote>
  <w:footnote w:type="continuationSeparator" w:id="0">
    <w:p w14:paraId="3F3C14F7" w14:textId="77777777" w:rsidR="00E315B6" w:rsidRDefault="00E31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26F32"/>
    <w:multiLevelType w:val="multilevel"/>
    <w:tmpl w:val="4F3E6144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E0E05"/>
    <w:rsid w:val="001913D8"/>
    <w:rsid w:val="001A4C61"/>
    <w:rsid w:val="002423CA"/>
    <w:rsid w:val="002A440B"/>
    <w:rsid w:val="002D2735"/>
    <w:rsid w:val="003C046C"/>
    <w:rsid w:val="00416CFD"/>
    <w:rsid w:val="0048603B"/>
    <w:rsid w:val="008E0E05"/>
    <w:rsid w:val="00A84EA7"/>
    <w:rsid w:val="00CC427A"/>
    <w:rsid w:val="00E315B6"/>
    <w:rsid w:val="00E5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B88E"/>
  <w15:docId w15:val="{0DF33B60-44A7-41F8-A90E-A878571C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Cambria" w:hAnsi="Cambria"/>
      <w:sz w:val="18"/>
      <w:szCs w:val="18"/>
    </w:rPr>
  </w:style>
  <w:style w:type="character" w:customStyle="1" w:styleId="a4">
    <w:name w:val="註解方塊文字 字元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  <w:style w:type="paragraph" w:styleId="a9">
    <w:name w:val="List Paragraph"/>
    <w:basedOn w:val="a"/>
    <w:pPr>
      <w:ind w:left="480"/>
    </w:pPr>
  </w:style>
  <w:style w:type="paragraph" w:styleId="aa">
    <w:name w:val="Plain Text"/>
    <w:basedOn w:val="a"/>
    <w:rPr>
      <w:rFonts w:ascii="細明體" w:eastAsia="細明體" w:hAnsi="細明體"/>
      <w:szCs w:val="20"/>
    </w:rPr>
  </w:style>
  <w:style w:type="character" w:customStyle="1" w:styleId="ab">
    <w:name w:val="純文字 字元"/>
    <w:rPr>
      <w:rFonts w:ascii="細明體" w:eastAsia="細明體" w:hAnsi="細明體"/>
      <w:kern w:val="3"/>
      <w:sz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微軟正黑體" w:eastAsia="微軟正黑體" w:hAnsi="微軟正黑體" w:cs="微軟正黑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347</Words>
  <Characters>1979</Characters>
  <Application>Microsoft Office Word</Application>
  <DocSecurity>0</DocSecurity>
  <Lines>16</Lines>
  <Paragraphs>4</Paragraphs>
  <ScaleCrop>false</ScaleCrop>
  <Company>CGUST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F000001708/王子云</dc:creator>
  <cp:lastModifiedBy>UF2620/蘇秋芬</cp:lastModifiedBy>
  <cp:revision>16</cp:revision>
  <cp:lastPrinted>2021-02-09T01:16:00Z</cp:lastPrinted>
  <dcterms:created xsi:type="dcterms:W3CDTF">2024-09-04T02:51:00Z</dcterms:created>
  <dcterms:modified xsi:type="dcterms:W3CDTF">2024-09-04T06:27:00Z</dcterms:modified>
</cp:coreProperties>
</file>